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14:paraId="514A0FD3" w14:textId="77777777" w:rsidTr="00F84A4D">
        <w:trPr>
          <w:trHeight w:val="993"/>
        </w:trPr>
        <w:tc>
          <w:tcPr>
            <w:tcW w:w="9815" w:type="dxa"/>
            <w:gridSpan w:val="5"/>
          </w:tcPr>
          <w:p w14:paraId="28990773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11BFA258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7FC3BC18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1313D26B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14:paraId="7A7C0359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02995B2E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504BB247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03031AFA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92E906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A65D5D8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FC9B2E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7E2513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052956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B39816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82549AB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9880063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183929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F9B35F3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0715A4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7A06B8C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04A9DF8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99B1134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CEFD72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81CBB4C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14:paraId="479D57EF" w14:textId="77777777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14:paraId="214DFADB" w14:textId="77777777"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14:paraId="72F9F458" w14:textId="77777777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14:paraId="7A434463" w14:textId="1014AC76" w:rsidR="0085764D" w:rsidRDefault="00713468" w:rsidP="00925715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925715">
              <w:t>19.12.2023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14:paraId="01A37EA2" w14:textId="77777777" w:rsidR="0085764D" w:rsidRDefault="0085764D" w:rsidP="00F84A4D"/>
        </w:tc>
        <w:tc>
          <w:tcPr>
            <w:tcW w:w="2268" w:type="dxa"/>
            <w:gridSpan w:val="2"/>
            <w:vAlign w:val="bottom"/>
          </w:tcPr>
          <w:p w14:paraId="783DB948" w14:textId="48395258" w:rsidR="0085764D" w:rsidRDefault="00713468" w:rsidP="00DD491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DD4914">
              <w:t>57/9</w:t>
            </w:r>
            <w:r>
              <w:fldChar w:fldCharType="end"/>
            </w:r>
          </w:p>
        </w:tc>
      </w:tr>
      <w:tr w:rsidR="0085764D" w14:paraId="2E94D657" w14:textId="77777777" w:rsidTr="00F84A4D">
        <w:trPr>
          <w:trHeight w:hRule="exact" w:val="510"/>
        </w:trPr>
        <w:tc>
          <w:tcPr>
            <w:tcW w:w="9815" w:type="dxa"/>
            <w:gridSpan w:val="5"/>
          </w:tcPr>
          <w:p w14:paraId="7A1FBCA4" w14:textId="77777777" w:rsidR="0085764D" w:rsidRDefault="0085764D" w:rsidP="00F84A4D"/>
        </w:tc>
      </w:tr>
      <w:tr w:rsidR="0085764D" w14:paraId="6B0AC8B0" w14:textId="77777777" w:rsidTr="00F84A4D">
        <w:trPr>
          <w:trHeight w:val="826"/>
        </w:trPr>
        <w:tc>
          <w:tcPr>
            <w:tcW w:w="1951" w:type="dxa"/>
          </w:tcPr>
          <w:p w14:paraId="1EEF9DB3" w14:textId="77777777" w:rsidR="0085764D" w:rsidRDefault="0085764D" w:rsidP="00F84A4D"/>
        </w:tc>
        <w:tc>
          <w:tcPr>
            <w:tcW w:w="6095" w:type="dxa"/>
            <w:gridSpan w:val="3"/>
          </w:tcPr>
          <w:p w14:paraId="6981AA8D" w14:textId="2C54F43F" w:rsidR="0085764D" w:rsidRPr="00252D0D" w:rsidRDefault="00713468" w:rsidP="00A3058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6E1C93" w:rsidRPr="006E1C93">
              <w:rPr>
                <w:noProof/>
              </w:rPr>
              <w:t>Об установлении сбытовых надбавок гарантирующ</w:t>
            </w:r>
            <w:r w:rsidR="00A30585">
              <w:rPr>
                <w:noProof/>
              </w:rPr>
              <w:t>их</w:t>
            </w:r>
            <w:r w:rsidR="006E1C93" w:rsidRPr="006E1C93">
              <w:rPr>
                <w:noProof/>
              </w:rPr>
              <w:t xml:space="preserve"> поставщик</w:t>
            </w:r>
            <w:r w:rsidR="00A30585">
              <w:rPr>
                <w:noProof/>
              </w:rPr>
              <w:t xml:space="preserve">ов </w:t>
            </w:r>
            <w:r w:rsidR="006E1C93" w:rsidRPr="006E1C93">
              <w:rPr>
                <w:noProof/>
              </w:rPr>
              <w:t>электрической энергии</w:t>
            </w:r>
            <w:r w:rsidR="00A30585">
              <w:rPr>
                <w:noProof/>
              </w:rPr>
              <w:t xml:space="preserve">, </w:t>
            </w:r>
            <w:r w:rsidR="00A30585" w:rsidRPr="00A30585">
              <w:rPr>
                <w:noProof/>
              </w:rPr>
              <w:t xml:space="preserve">поставляющих электрическую энергию (мощность) на розничном рынке </w:t>
            </w:r>
            <w:r w:rsidR="00A30585">
              <w:rPr>
                <w:noProof/>
              </w:rPr>
              <w:t>на территории Нижегородской области, на 2024 год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14:paraId="2E78CADA" w14:textId="77777777" w:rsidR="0085764D" w:rsidRDefault="0085764D" w:rsidP="00F84A4D"/>
        </w:tc>
      </w:tr>
    </w:tbl>
    <w:p w14:paraId="17C1EA52" w14:textId="77777777"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14:paraId="0547124D" w14:textId="77777777" w:rsidR="00A10DB2" w:rsidRDefault="00A10DB2" w:rsidP="006E1C93">
      <w:pPr>
        <w:tabs>
          <w:tab w:val="left" w:pos="1897"/>
        </w:tabs>
        <w:jc w:val="center"/>
      </w:pPr>
    </w:p>
    <w:p w14:paraId="1295C487" w14:textId="4013DA7D" w:rsidR="00BA6C5F" w:rsidRDefault="00BA6C5F" w:rsidP="006E1C93">
      <w:pPr>
        <w:tabs>
          <w:tab w:val="left" w:pos="1897"/>
        </w:tabs>
        <w:jc w:val="center"/>
      </w:pPr>
      <w:bookmarkStart w:id="2" w:name="_GoBack"/>
      <w:bookmarkEnd w:id="2"/>
    </w:p>
    <w:p w14:paraId="16A13D7F" w14:textId="77777777" w:rsidR="00BA6C5F" w:rsidRDefault="00BA6C5F" w:rsidP="006E1C93">
      <w:pPr>
        <w:tabs>
          <w:tab w:val="left" w:pos="1897"/>
        </w:tabs>
        <w:jc w:val="center"/>
      </w:pPr>
    </w:p>
    <w:p w14:paraId="378B99E9" w14:textId="3B368377" w:rsidR="00A30585" w:rsidRDefault="006E1C93" w:rsidP="00A30585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6E1C93">
        <w:rPr>
          <w:bCs/>
        </w:rPr>
        <w:t>В соответствии с Федеральным законом от 26 марта 2003 г</w:t>
      </w:r>
      <w:r w:rsidR="00356B91">
        <w:rPr>
          <w:bCs/>
        </w:rPr>
        <w:t>.</w:t>
      </w:r>
      <w:r w:rsidRPr="006E1C93">
        <w:rPr>
          <w:bCs/>
        </w:rPr>
        <w:t xml:space="preserve"> № 35-ФЗ «Об электроэнергетике»,</w:t>
      </w:r>
      <w:r w:rsidRPr="006E1C93">
        <w:t xml:space="preserve"> постановлением Правительства Российской Федерации от 29 декабря 2011 г</w:t>
      </w:r>
      <w:r w:rsidR="00356B91">
        <w:t>.</w:t>
      </w:r>
      <w:r w:rsidRPr="006E1C93">
        <w:t xml:space="preserve"> № 1178 «О ценообразовании в области регулируемых цен </w:t>
      </w:r>
      <w:r w:rsidRPr="00875958">
        <w:t xml:space="preserve">(тарифов) в электроэнергетике», </w:t>
      </w:r>
      <w:r w:rsidR="00B60BD3">
        <w:rPr>
          <w:szCs w:val="28"/>
        </w:rPr>
        <w:t>п</w:t>
      </w:r>
      <w:r w:rsidR="00ED03CB" w:rsidRPr="002916FA">
        <w:rPr>
          <w:szCs w:val="28"/>
        </w:rPr>
        <w:t>риказом ФАС России от 21 ноября 2017 г</w:t>
      </w:r>
      <w:r w:rsidR="00356B91">
        <w:rPr>
          <w:szCs w:val="28"/>
        </w:rPr>
        <w:t>.</w:t>
      </w:r>
      <w:r w:rsidR="00ED03CB" w:rsidRPr="002916FA">
        <w:rPr>
          <w:szCs w:val="28"/>
        </w:rPr>
        <w:t xml:space="preserve"> </w:t>
      </w:r>
      <w:r w:rsidR="00A30585">
        <w:rPr>
          <w:szCs w:val="28"/>
        </w:rPr>
        <w:br/>
      </w:r>
      <w:r w:rsidR="00ED03CB" w:rsidRPr="002916FA">
        <w:rPr>
          <w:szCs w:val="28"/>
        </w:rPr>
        <w:t>№ 1554/17 «Об утверждении методических указаний по расчету сбытовых надбавок гарантирующих поставщиков с использованием метода сравнения аналогов»</w:t>
      </w:r>
      <w:r w:rsidR="00B60BD3">
        <w:rPr>
          <w:szCs w:val="28"/>
        </w:rPr>
        <w:t xml:space="preserve">, приказом ФАС России </w:t>
      </w:r>
      <w:r w:rsidR="00C73268" w:rsidRPr="00000C9A">
        <w:rPr>
          <w:szCs w:val="24"/>
        </w:rPr>
        <w:t xml:space="preserve">от 10 марта 2022 г. № 196/22 </w:t>
      </w:r>
      <w:r w:rsidR="00B60BD3">
        <w:rPr>
          <w:szCs w:val="28"/>
        </w:rPr>
        <w:t xml:space="preserve">«Об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 (или) их предельных уровней, и формы решения органа исполнительной власти субъекта Российской Федерации в области государственного регулирования тарифов» </w:t>
      </w:r>
      <w:r w:rsidR="003F0A84">
        <w:rPr>
          <w:szCs w:val="28"/>
        </w:rPr>
        <w:t xml:space="preserve"> </w:t>
      </w:r>
      <w:r w:rsidRPr="002916FA">
        <w:rPr>
          <w:szCs w:val="28"/>
        </w:rPr>
        <w:t xml:space="preserve">и на </w:t>
      </w:r>
      <w:r w:rsidRPr="00B04128">
        <w:rPr>
          <w:szCs w:val="28"/>
        </w:rPr>
        <w:t>основании рассмотрения расчетных и обосновывающих материалов, представленных</w:t>
      </w:r>
      <w:r w:rsidR="00A30585" w:rsidRPr="00B04128">
        <w:rPr>
          <w:bCs/>
          <w:szCs w:val="28"/>
        </w:rPr>
        <w:t xml:space="preserve"> регулируемыми организациями</w:t>
      </w:r>
      <w:r w:rsidR="00F7465C" w:rsidRPr="00B04128">
        <w:rPr>
          <w:szCs w:val="28"/>
        </w:rPr>
        <w:t>,</w:t>
      </w:r>
      <w:r w:rsidR="00F7465C" w:rsidRPr="00D61161">
        <w:rPr>
          <w:szCs w:val="28"/>
        </w:rPr>
        <w:t xml:space="preserve"> экспертн</w:t>
      </w:r>
      <w:r w:rsidR="00A30585">
        <w:rPr>
          <w:szCs w:val="28"/>
        </w:rPr>
        <w:t>ых</w:t>
      </w:r>
      <w:r w:rsidR="00F7465C" w:rsidRPr="00D61161">
        <w:rPr>
          <w:szCs w:val="28"/>
        </w:rPr>
        <w:t xml:space="preserve"> </w:t>
      </w:r>
      <w:r w:rsidR="00F7465C" w:rsidRPr="00B6187F">
        <w:rPr>
          <w:szCs w:val="28"/>
        </w:rPr>
        <w:t>заключени</w:t>
      </w:r>
      <w:r w:rsidR="00A30585">
        <w:rPr>
          <w:szCs w:val="28"/>
        </w:rPr>
        <w:t>й</w:t>
      </w:r>
      <w:r w:rsidR="00F7465C" w:rsidRPr="00B6187F">
        <w:rPr>
          <w:szCs w:val="28"/>
        </w:rPr>
        <w:t xml:space="preserve"> рег.</w:t>
      </w:r>
      <w:r w:rsidR="00D61161" w:rsidRPr="00B6187F">
        <w:rPr>
          <w:szCs w:val="28"/>
        </w:rPr>
        <w:t> №</w:t>
      </w:r>
      <w:r w:rsidR="00A30585">
        <w:rPr>
          <w:szCs w:val="28"/>
        </w:rPr>
        <w:t>№</w:t>
      </w:r>
      <w:r w:rsidR="00D61161" w:rsidRPr="00B6187F">
        <w:rPr>
          <w:szCs w:val="28"/>
        </w:rPr>
        <w:t xml:space="preserve"> </w:t>
      </w:r>
      <w:r w:rsidR="00A30585" w:rsidRPr="00B6187F">
        <w:rPr>
          <w:szCs w:val="28"/>
        </w:rPr>
        <w:t>в-</w:t>
      </w:r>
      <w:r w:rsidR="00AE61AC">
        <w:rPr>
          <w:szCs w:val="28"/>
        </w:rPr>
        <w:t>982</w:t>
      </w:r>
      <w:r w:rsidR="00A30585">
        <w:rPr>
          <w:szCs w:val="28"/>
        </w:rPr>
        <w:t xml:space="preserve"> </w:t>
      </w:r>
      <w:r w:rsidR="00A30585" w:rsidRPr="00B6187F">
        <w:rPr>
          <w:szCs w:val="28"/>
        </w:rPr>
        <w:t>от</w:t>
      </w:r>
      <w:r w:rsidR="00A30585">
        <w:rPr>
          <w:szCs w:val="28"/>
        </w:rPr>
        <w:t xml:space="preserve"> </w:t>
      </w:r>
      <w:r w:rsidR="00AE61AC">
        <w:rPr>
          <w:szCs w:val="28"/>
        </w:rPr>
        <w:t xml:space="preserve">12 декабря </w:t>
      </w:r>
      <w:r w:rsidR="00A30585">
        <w:rPr>
          <w:szCs w:val="28"/>
        </w:rPr>
        <w:t>2023</w:t>
      </w:r>
      <w:r w:rsidR="00A30585" w:rsidRPr="00B6187F">
        <w:t xml:space="preserve"> г.</w:t>
      </w:r>
      <w:r w:rsidR="00A30585">
        <w:t xml:space="preserve">, </w:t>
      </w:r>
      <w:r w:rsidR="00A30585" w:rsidRPr="00B6187F">
        <w:rPr>
          <w:szCs w:val="28"/>
        </w:rPr>
        <w:t>в-</w:t>
      </w:r>
      <w:r w:rsidR="00AE61AC">
        <w:rPr>
          <w:szCs w:val="28"/>
        </w:rPr>
        <w:t>983</w:t>
      </w:r>
      <w:r w:rsidR="00A30585">
        <w:rPr>
          <w:szCs w:val="28"/>
        </w:rPr>
        <w:t xml:space="preserve"> </w:t>
      </w:r>
      <w:r w:rsidR="00A30585" w:rsidRPr="00B6187F">
        <w:rPr>
          <w:szCs w:val="28"/>
        </w:rPr>
        <w:t>от</w:t>
      </w:r>
      <w:r w:rsidR="00A30585">
        <w:rPr>
          <w:szCs w:val="28"/>
        </w:rPr>
        <w:t xml:space="preserve"> </w:t>
      </w:r>
      <w:r w:rsidR="00AE61AC">
        <w:rPr>
          <w:szCs w:val="28"/>
        </w:rPr>
        <w:t xml:space="preserve">12 декабря </w:t>
      </w:r>
      <w:r w:rsidR="00A30585">
        <w:rPr>
          <w:szCs w:val="28"/>
        </w:rPr>
        <w:t>2023</w:t>
      </w:r>
      <w:r w:rsidR="00A30585" w:rsidRPr="00B6187F">
        <w:t xml:space="preserve"> г.</w:t>
      </w:r>
      <w:r w:rsidR="00A30585">
        <w:t>:</w:t>
      </w:r>
    </w:p>
    <w:p w14:paraId="7E14C0EF" w14:textId="3211B11E" w:rsidR="006E1C93" w:rsidRDefault="006E1C93" w:rsidP="00A30585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szCs w:val="28"/>
        </w:rPr>
      </w:pPr>
      <w:r w:rsidRPr="00B6187F">
        <w:rPr>
          <w:b/>
          <w:bCs/>
          <w:szCs w:val="28"/>
        </w:rPr>
        <w:t>1.</w:t>
      </w:r>
      <w:r w:rsidRPr="00B6187F">
        <w:rPr>
          <w:szCs w:val="28"/>
        </w:rPr>
        <w:t xml:space="preserve"> </w:t>
      </w:r>
      <w:r w:rsidR="00A30585" w:rsidRPr="00A30585">
        <w:rPr>
          <w:szCs w:val="28"/>
        </w:rPr>
        <w:t xml:space="preserve">Установить </w:t>
      </w:r>
      <w:r w:rsidRPr="006E1C93">
        <w:rPr>
          <w:szCs w:val="28"/>
        </w:rPr>
        <w:t xml:space="preserve">сбытовые надбавки </w:t>
      </w:r>
      <w:r w:rsidR="00A42462" w:rsidRPr="00A42462">
        <w:rPr>
          <w:szCs w:val="28"/>
        </w:rPr>
        <w:t xml:space="preserve">(без учета НДС) </w:t>
      </w:r>
      <w:r w:rsidR="00A30585">
        <w:rPr>
          <w:szCs w:val="28"/>
        </w:rPr>
        <w:t>г</w:t>
      </w:r>
      <w:r w:rsidR="00A30585" w:rsidRPr="00A30585">
        <w:rPr>
          <w:szCs w:val="28"/>
        </w:rPr>
        <w:t xml:space="preserve">арантирующих поставщиков электрической энергии, поставляющих электрическую энергию (мощность) на розничном рынке на территории Нижегородской области, </w:t>
      </w:r>
      <w:r w:rsidR="00A42462">
        <w:rPr>
          <w:szCs w:val="28"/>
        </w:rPr>
        <w:br/>
      </w:r>
      <w:r w:rsidR="00F41CE4" w:rsidRPr="00F41CE4">
        <w:rPr>
          <w:szCs w:val="28"/>
        </w:rPr>
        <w:t xml:space="preserve">с 1 января по 31 декабря 2024 г. включительно </w:t>
      </w:r>
      <w:r w:rsidR="00F90038">
        <w:rPr>
          <w:szCs w:val="28"/>
        </w:rPr>
        <w:t>согласно Приложению</w:t>
      </w:r>
      <w:r w:rsidRPr="00D61161">
        <w:rPr>
          <w:szCs w:val="28"/>
        </w:rPr>
        <w:t>.</w:t>
      </w:r>
    </w:p>
    <w:p w14:paraId="7D3A9931" w14:textId="248CDC59" w:rsidR="00F516CE" w:rsidRDefault="000249D5" w:rsidP="00A27786">
      <w:pPr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6E1C93" w:rsidRPr="00E517CD">
        <w:rPr>
          <w:szCs w:val="28"/>
        </w:rPr>
        <w:t xml:space="preserve">Настоящее решение вступает в силу </w:t>
      </w:r>
      <w:r w:rsidR="00D61161" w:rsidRPr="00E517CD">
        <w:rPr>
          <w:szCs w:val="28"/>
        </w:rPr>
        <w:t xml:space="preserve">с 1 </w:t>
      </w:r>
      <w:r w:rsidR="00A30585">
        <w:rPr>
          <w:szCs w:val="28"/>
        </w:rPr>
        <w:t>января 2024</w:t>
      </w:r>
      <w:r w:rsidR="00356B91" w:rsidRPr="00E517CD">
        <w:rPr>
          <w:szCs w:val="28"/>
        </w:rPr>
        <w:t xml:space="preserve"> г</w:t>
      </w:r>
      <w:r w:rsidR="006E1C93" w:rsidRPr="00E517CD">
        <w:rPr>
          <w:szCs w:val="28"/>
        </w:rPr>
        <w:t>.</w:t>
      </w:r>
    </w:p>
    <w:p w14:paraId="4C13DD1E" w14:textId="77777777" w:rsidR="005D355E" w:rsidRDefault="005D355E" w:rsidP="006E1C93">
      <w:pPr>
        <w:tabs>
          <w:tab w:val="left" w:pos="1897"/>
        </w:tabs>
        <w:spacing w:line="276" w:lineRule="auto"/>
        <w:rPr>
          <w:szCs w:val="28"/>
        </w:rPr>
      </w:pPr>
    </w:p>
    <w:p w14:paraId="3F49E42F" w14:textId="77777777" w:rsidR="000335B3" w:rsidRDefault="000335B3" w:rsidP="006E1C93">
      <w:pPr>
        <w:tabs>
          <w:tab w:val="left" w:pos="1897"/>
        </w:tabs>
        <w:spacing w:line="276" w:lineRule="auto"/>
        <w:rPr>
          <w:szCs w:val="28"/>
        </w:rPr>
      </w:pPr>
    </w:p>
    <w:p w14:paraId="3116AC87" w14:textId="77777777" w:rsidR="006E1C93" w:rsidRPr="006E1C93" w:rsidRDefault="00D61161" w:rsidP="006E1C9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 xml:space="preserve">Руководитель </w:t>
      </w:r>
      <w:r w:rsidR="006E1C93" w:rsidRPr="006E1C93">
        <w:rPr>
          <w:szCs w:val="28"/>
        </w:rPr>
        <w:t>службы</w:t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6E1C93" w:rsidRPr="006E1C93">
        <w:rPr>
          <w:szCs w:val="28"/>
        </w:rPr>
        <w:tab/>
      </w:r>
      <w:r w:rsidR="00F516CE">
        <w:rPr>
          <w:szCs w:val="28"/>
        </w:rPr>
        <w:t xml:space="preserve">         </w:t>
      </w:r>
      <w:r>
        <w:rPr>
          <w:szCs w:val="28"/>
        </w:rPr>
        <w:t xml:space="preserve">   </w:t>
      </w:r>
      <w:r w:rsidR="00F516CE">
        <w:rPr>
          <w:szCs w:val="28"/>
        </w:rPr>
        <w:t>Ю.Л.Алешина</w:t>
      </w:r>
    </w:p>
    <w:sectPr w:rsidR="006E1C93" w:rsidRPr="006E1C93" w:rsidSect="005D355E">
      <w:type w:val="continuous"/>
      <w:pgSz w:w="11906" w:h="16838" w:code="9"/>
      <w:pgMar w:top="1134" w:right="709" w:bottom="28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A6BF1" w14:textId="77777777" w:rsidR="004B28D8" w:rsidRDefault="004B28D8">
      <w:r>
        <w:separator/>
      </w:r>
    </w:p>
  </w:endnote>
  <w:endnote w:type="continuationSeparator" w:id="0">
    <w:p w14:paraId="4B44B9A3" w14:textId="77777777" w:rsidR="004B28D8" w:rsidRDefault="004B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BD539" w14:textId="77777777" w:rsidR="004B28D8" w:rsidRDefault="004B28D8">
      <w:r>
        <w:separator/>
      </w:r>
    </w:p>
  </w:footnote>
  <w:footnote w:type="continuationSeparator" w:id="0">
    <w:p w14:paraId="3F433935" w14:textId="77777777" w:rsidR="004B28D8" w:rsidRDefault="004B2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661CB" w14:textId="77777777" w:rsidR="00AE21A1" w:rsidRDefault="00713468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2F25C25" w14:textId="77777777"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5A0D1" w14:textId="4244B4C9" w:rsidR="00AE21A1" w:rsidRDefault="00713468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0585">
      <w:rPr>
        <w:rStyle w:val="a7"/>
        <w:noProof/>
      </w:rPr>
      <w:t>2</w:t>
    </w:r>
    <w:r>
      <w:rPr>
        <w:rStyle w:val="a7"/>
      </w:rPr>
      <w:fldChar w:fldCharType="end"/>
    </w:r>
  </w:p>
  <w:p w14:paraId="18A72062" w14:textId="77777777"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94A93" w14:textId="77777777" w:rsidR="00B75DFC" w:rsidRDefault="00A27786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2EE98D0" wp14:editId="66691025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6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7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2B1178"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">
              <v:shape id="Freeform 64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79D3833" wp14:editId="1581F7CA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BAC24" w14:textId="77777777" w:rsidR="00E52B15" w:rsidRPr="00E52B15" w:rsidRDefault="006E1C9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4EA3D95F" wp14:editId="7ED6E487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8D7BDE9" w14:textId="77777777"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14:paraId="079D95E0" w14:textId="77777777"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14:paraId="438B5A29" w14:textId="77777777"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14:paraId="540EC20B" w14:textId="77777777"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14:paraId="5536F018" w14:textId="77777777"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14:paraId="37A5A93A" w14:textId="77777777"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14:paraId="6959EE1C" w14:textId="77777777"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14:paraId="3A10926C" w14:textId="77777777"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14:paraId="28CE0271" w14:textId="77777777"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02406E4A" w14:textId="77777777"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D3833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zDpg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" filled="f" stroked="f" strokecolor="white" strokeweight="0">
              <v:textbox inset="0,0,0,0">
                <w:txbxContent>
                  <w:p w14:paraId="360BAC24" w14:textId="77777777" w:rsidR="00E52B15" w:rsidRPr="00E52B15" w:rsidRDefault="006E1C9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 wp14:anchorId="4EA3D95F" wp14:editId="7ED6E487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8D7BDE9" w14:textId="77777777"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14:paraId="079D95E0" w14:textId="77777777"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14:paraId="438B5A29" w14:textId="77777777"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14:paraId="540EC20B" w14:textId="77777777"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14:paraId="5536F018" w14:textId="77777777"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14:paraId="37A5A93A" w14:textId="77777777"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14:paraId="6959EE1C" w14:textId="77777777"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14:paraId="3A10926C" w14:textId="77777777"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14:paraId="28CE0271" w14:textId="77777777"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02406E4A" w14:textId="77777777"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1" w:dllVersion="512" w:checkStyle="1"/>
  <w:activeWritingStyle w:appName="MSWord" w:lang="en-US" w:vendorID="8" w:dllVersion="513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/qhY5G+/3aMQrGC2k077V6BEgMI=" w:salt="RFvk863cMEiXbAp5krQ0R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D39"/>
    <w:rsid w:val="00002B26"/>
    <w:rsid w:val="00002C38"/>
    <w:rsid w:val="00004362"/>
    <w:rsid w:val="000043DE"/>
    <w:rsid w:val="00004422"/>
    <w:rsid w:val="0000465C"/>
    <w:rsid w:val="000048AE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9D5"/>
    <w:rsid w:val="000270AA"/>
    <w:rsid w:val="000309A5"/>
    <w:rsid w:val="0003282C"/>
    <w:rsid w:val="00032D44"/>
    <w:rsid w:val="0003319D"/>
    <w:rsid w:val="000335B3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4DDC"/>
    <w:rsid w:val="000450F5"/>
    <w:rsid w:val="000453E7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38C8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0A19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2D39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6FA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2B8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69B"/>
    <w:rsid w:val="002F116F"/>
    <w:rsid w:val="002F1F2E"/>
    <w:rsid w:val="002F24DD"/>
    <w:rsid w:val="002F696E"/>
    <w:rsid w:val="002F7A27"/>
    <w:rsid w:val="0030044E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B91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0A84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6FD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63A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75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8D8"/>
    <w:rsid w:val="004B2BBD"/>
    <w:rsid w:val="004B5061"/>
    <w:rsid w:val="004B616C"/>
    <w:rsid w:val="004B6AF8"/>
    <w:rsid w:val="004C025F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BC8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55E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07BD3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BFD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49E1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19B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1C93"/>
    <w:rsid w:val="006E274F"/>
    <w:rsid w:val="006E338A"/>
    <w:rsid w:val="006E3E1E"/>
    <w:rsid w:val="006E4067"/>
    <w:rsid w:val="006E47D5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46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0C5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3E33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5958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6E4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00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5715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8CA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9F7952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2F2"/>
    <w:rsid w:val="00A06B37"/>
    <w:rsid w:val="00A06CDD"/>
    <w:rsid w:val="00A07424"/>
    <w:rsid w:val="00A078BB"/>
    <w:rsid w:val="00A10DB2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27786"/>
    <w:rsid w:val="00A30585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462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02D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1A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28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1B"/>
    <w:rsid w:val="00B11B9A"/>
    <w:rsid w:val="00B11BF1"/>
    <w:rsid w:val="00B1248D"/>
    <w:rsid w:val="00B12BFC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1F57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BD3"/>
    <w:rsid w:val="00B60CFB"/>
    <w:rsid w:val="00B6187F"/>
    <w:rsid w:val="00B61CFA"/>
    <w:rsid w:val="00B62DA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C5F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75D8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049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3268"/>
    <w:rsid w:val="00C74707"/>
    <w:rsid w:val="00C7569A"/>
    <w:rsid w:val="00C75D63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285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7B0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16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420"/>
    <w:rsid w:val="00D8664A"/>
    <w:rsid w:val="00D91255"/>
    <w:rsid w:val="00D91523"/>
    <w:rsid w:val="00D91BCF"/>
    <w:rsid w:val="00D93545"/>
    <w:rsid w:val="00D9372D"/>
    <w:rsid w:val="00D93B99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914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3BA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7CD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4A48"/>
    <w:rsid w:val="00E85825"/>
    <w:rsid w:val="00E85D27"/>
    <w:rsid w:val="00E864B9"/>
    <w:rsid w:val="00E87644"/>
    <w:rsid w:val="00E87DE8"/>
    <w:rsid w:val="00E90D08"/>
    <w:rsid w:val="00E91D28"/>
    <w:rsid w:val="00E93F47"/>
    <w:rsid w:val="00E94B05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03CB"/>
    <w:rsid w:val="00ED1397"/>
    <w:rsid w:val="00ED1476"/>
    <w:rsid w:val="00ED1AEB"/>
    <w:rsid w:val="00ED4EBB"/>
    <w:rsid w:val="00EE0634"/>
    <w:rsid w:val="00EE0972"/>
    <w:rsid w:val="00EE1A32"/>
    <w:rsid w:val="00EE22F5"/>
    <w:rsid w:val="00EE34B9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1CE4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6CE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465C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038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96B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1FC3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732490"/>
  <w15:docId w15:val="{EF642723-238B-4FE0-B61C-E8A4D53A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96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96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A496B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FA496B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6E1C93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6E1C93"/>
    <w:rPr>
      <w:sz w:val="28"/>
      <w:szCs w:val="28"/>
    </w:rPr>
  </w:style>
  <w:style w:type="paragraph" w:customStyle="1" w:styleId="ConsPlusNormal">
    <w:name w:val="ConsPlusNormal"/>
    <w:rsid w:val="006E1C9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024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Владимировна</cp:lastModifiedBy>
  <cp:revision>11</cp:revision>
  <cp:lastPrinted>2023-12-19T09:19:00Z</cp:lastPrinted>
  <dcterms:created xsi:type="dcterms:W3CDTF">2023-03-13T13:35:00Z</dcterms:created>
  <dcterms:modified xsi:type="dcterms:W3CDTF">2023-12-19T09:19:00Z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